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D6A" w:rsidRDefault="006D028B" w:rsidP="00F933C7">
      <w:pPr>
        <w:rPr>
          <w:rFonts w:ascii="Calibri" w:hAnsi="Calibri"/>
          <w:szCs w:val="20"/>
        </w:rPr>
      </w:pPr>
      <w:r w:rsidRPr="00FC683D">
        <w:rPr>
          <w:rFonts w:ascii="Cambria" w:hAnsi="Cambria"/>
        </w:rPr>
        <w:t>Name: _________________________________________ TP: _______</w:t>
      </w:r>
      <w:r w:rsidR="00A13687"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3615690</wp:posOffset>
                </wp:positionH>
                <wp:positionV relativeFrom="paragraph">
                  <wp:posOffset>-290195</wp:posOffset>
                </wp:positionV>
                <wp:extent cx="3321050" cy="683260"/>
                <wp:effectExtent l="15240" t="14605" r="16510" b="1651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33C7" w:rsidRPr="00FC683D" w:rsidRDefault="006D028B" w:rsidP="00F933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25</w:t>
                            </w:r>
                            <w:r w:rsidR="00F933C7">
                              <w:rPr>
                                <w:rFonts w:ascii="Cambria" w:hAnsi="Cambria"/>
                              </w:rPr>
                              <w:t>: Midpoint</w:t>
                            </w:r>
                          </w:p>
                          <w:p w:rsidR="00F933C7" w:rsidRDefault="00F933C7" w:rsidP="00F933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F933C7" w:rsidRPr="00FC683D" w:rsidRDefault="00F933C7" w:rsidP="00F933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445055">
                              <w:rPr>
                                <w:rFonts w:ascii="Cambria" w:hAnsi="Cambria"/>
                              </w:rPr>
                              <w:t>Tuesday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, Sept. </w:t>
                            </w:r>
                            <w:r w:rsidR="00445055">
                              <w:rPr>
                                <w:rFonts w:ascii="Cambria" w:hAnsi="Cambria"/>
                              </w:rPr>
                              <w:t>29</w:t>
                            </w:r>
                            <w:r w:rsidR="00445055" w:rsidRPr="00445055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AA0A45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4.7pt;margin-top:-22.85pt;width:261.5pt;height:53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" strokeweight="1.5pt">
                <v:textbox>
                  <w:txbxContent>
                    <w:p w:rsidR="00F933C7" w:rsidRPr="00FC683D" w:rsidRDefault="006D028B" w:rsidP="00F933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25</w:t>
                      </w:r>
                      <w:r w:rsidR="00F933C7">
                        <w:rPr>
                          <w:rFonts w:ascii="Cambria" w:hAnsi="Cambria"/>
                        </w:rPr>
                        <w:t>: Midpoint</w:t>
                      </w:r>
                    </w:p>
                    <w:p w:rsidR="00F933C7" w:rsidRDefault="00F933C7" w:rsidP="00F933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F933C7" w:rsidRPr="00FC683D" w:rsidRDefault="00F933C7" w:rsidP="00F933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445055">
                        <w:rPr>
                          <w:rFonts w:ascii="Cambria" w:hAnsi="Cambria"/>
                        </w:rPr>
                        <w:t>Tuesday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, Sept. </w:t>
                      </w:r>
                      <w:r w:rsidR="00445055">
                        <w:rPr>
                          <w:rFonts w:ascii="Cambria" w:hAnsi="Cambria"/>
                        </w:rPr>
                        <w:t>29</w:t>
                      </w:r>
                      <w:r w:rsidR="00445055" w:rsidRPr="00445055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</w:t>
                      </w:r>
                      <w:r w:rsidR="00AA0A45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F933C7" w:rsidRDefault="00F933C7" w:rsidP="00F933C7">
      <w:pPr>
        <w:rPr>
          <w:rFonts w:ascii="Calibri" w:hAnsi="Calibri"/>
          <w:szCs w:val="20"/>
        </w:rPr>
      </w:pPr>
    </w:p>
    <w:p w:rsidR="00F933C7" w:rsidRDefault="00F933C7" w:rsidP="00F933C7">
      <w:pPr>
        <w:rPr>
          <w:rFonts w:ascii="Calibri" w:hAnsi="Calibri" w:cs="Cambria"/>
          <w:b/>
          <w:sz w:val="22"/>
        </w:rPr>
      </w:pPr>
    </w:p>
    <w:p w:rsidR="00F933C7" w:rsidRPr="00D94CF9" w:rsidRDefault="00F933C7" w:rsidP="00F933C7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  <w:sz w:val="22"/>
        </w:rPr>
        <w:t>Fail</w:t>
      </w:r>
      <w:r w:rsidRPr="00D94CF9">
        <w:rPr>
          <w:rFonts w:ascii="Calibri" w:hAnsi="Calibri" w:cs="Cambria"/>
          <w:b/>
        </w:rPr>
        <w:t xml:space="preserve">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7"/>
        <w:gridCol w:w="5353"/>
      </w:tblGrid>
      <w:tr w:rsidR="00F933C7" w:rsidRPr="00BE0045">
        <w:tc>
          <w:tcPr>
            <w:tcW w:w="5508" w:type="dxa"/>
          </w:tcPr>
          <w:p w:rsidR="00F933C7" w:rsidRPr="00652548" w:rsidRDefault="00F933C7" w:rsidP="00F933C7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1. Find the coordinates of the midpoint of the segment with the given endpoints.</w:t>
            </w:r>
          </w:p>
          <w:p w:rsidR="00F933C7" w:rsidRPr="00652548" w:rsidRDefault="00F933C7" w:rsidP="00F933C7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ind w:left="0"/>
              <w:contextualSpacing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iCs/>
                <w:szCs w:val="20"/>
              </w:rPr>
              <w:t>a. R</w:t>
            </w:r>
            <w:r w:rsidRPr="00652548">
              <w:rPr>
                <w:rFonts w:ascii="Calibri" w:hAnsi="Calibri" w:cs="Cambria"/>
                <w:szCs w:val="20"/>
              </w:rPr>
              <w:t>(3, 1) and</w:t>
            </w:r>
            <w:r w:rsidRPr="00652548">
              <w:rPr>
                <w:rFonts w:ascii="Calibri" w:hAnsi="Calibri" w:cs="Cambria"/>
                <w:iCs/>
                <w:szCs w:val="20"/>
              </w:rPr>
              <w:t xml:space="preserve"> S</w:t>
            </w:r>
            <w:r w:rsidRPr="00652548">
              <w:rPr>
                <w:rFonts w:ascii="Calibri" w:hAnsi="Calibri" w:cs="Cambria"/>
                <w:szCs w:val="20"/>
              </w:rPr>
              <w:t>(3, 7)</w:t>
            </w: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ind w:left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ind w:left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ind w:left="0"/>
              <w:contextualSpacing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iCs/>
                <w:szCs w:val="20"/>
              </w:rPr>
              <w:t>b. V</w:t>
            </w:r>
            <w:r w:rsidRPr="00652548">
              <w:rPr>
                <w:rFonts w:ascii="Calibri" w:hAnsi="Calibri" w:cs="Cambria"/>
                <w:szCs w:val="20"/>
              </w:rPr>
              <w:t xml:space="preserve">(2, 4) and </w:t>
            </w:r>
            <w:r w:rsidRPr="00652548">
              <w:rPr>
                <w:rFonts w:ascii="Calibri" w:hAnsi="Calibri" w:cs="Cambria"/>
                <w:iCs/>
                <w:szCs w:val="20"/>
              </w:rPr>
              <w:t>W</w:t>
            </w:r>
            <w:r w:rsidRPr="00652548">
              <w:rPr>
                <w:rFonts w:ascii="Calibri" w:hAnsi="Calibri" w:cs="Cambria"/>
                <w:szCs w:val="20"/>
              </w:rPr>
              <w:t>(6, 6)</w:t>
            </w: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</w:tc>
        <w:tc>
          <w:tcPr>
            <w:tcW w:w="5508" w:type="dxa"/>
          </w:tcPr>
          <w:p w:rsidR="001B74F6" w:rsidRDefault="00F933C7" w:rsidP="001B74F6">
            <w:pPr>
              <w:rPr>
                <w:color w:val="000000"/>
                <w:spacing w:val="3"/>
                <w:w w:val="105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2. </w:t>
            </w:r>
            <w:r w:rsidR="001B74F6">
              <w:rPr>
                <w:color w:val="000000"/>
                <w:spacing w:val="2"/>
                <w:w w:val="105"/>
              </w:rPr>
              <w:t xml:space="preserve">The endpoints of QR are </w:t>
            </w:r>
            <w:proofErr w:type="gramStart"/>
            <w:r w:rsidR="001B74F6">
              <w:rPr>
                <w:i/>
                <w:color w:val="000000"/>
                <w:spacing w:val="2"/>
                <w:w w:val="105"/>
              </w:rPr>
              <w:t>Q</w:t>
            </w:r>
            <w:r w:rsidR="001B74F6">
              <w:rPr>
                <w:color w:val="000000"/>
                <w:spacing w:val="2"/>
                <w:w w:val="105"/>
              </w:rPr>
              <w:t>(</w:t>
            </w:r>
            <w:proofErr w:type="gramEnd"/>
            <w:r w:rsidR="001B74F6">
              <w:rPr>
                <w:color w:val="000000"/>
                <w:spacing w:val="2"/>
                <w:w w:val="105"/>
              </w:rPr>
              <w:t xml:space="preserve">–5, 1) and </w:t>
            </w:r>
            <w:r w:rsidR="001B74F6">
              <w:rPr>
                <w:i/>
                <w:color w:val="000000"/>
                <w:spacing w:val="3"/>
                <w:w w:val="105"/>
              </w:rPr>
              <w:t>R</w:t>
            </w:r>
            <w:r w:rsidR="001B74F6">
              <w:rPr>
                <w:color w:val="000000"/>
                <w:spacing w:val="3"/>
                <w:w w:val="105"/>
              </w:rPr>
              <w:t xml:space="preserve">(6, 5). </w:t>
            </w:r>
          </w:p>
          <w:p w:rsidR="001B74F6" w:rsidRDefault="001B74F6" w:rsidP="001B74F6">
            <w:pPr>
              <w:rPr>
                <w:color w:val="000000"/>
                <w:spacing w:val="3"/>
                <w:w w:val="105"/>
              </w:rPr>
            </w:pPr>
            <w:r>
              <w:rPr>
                <w:color w:val="000000"/>
                <w:spacing w:val="3"/>
                <w:w w:val="105"/>
              </w:rPr>
              <w:t>a. Graph the coordinates.</w:t>
            </w:r>
          </w:p>
          <w:p w:rsidR="001B74F6" w:rsidRDefault="00A13687" w:rsidP="001B74F6">
            <w:pPr>
              <w:rPr>
                <w:color w:val="000000"/>
                <w:spacing w:val="3"/>
                <w:w w:val="105"/>
              </w:rPr>
            </w:pPr>
            <w:r w:rsidRPr="009A180F">
              <w:rPr>
                <w:noProof/>
              </w:rPr>
              <w:drawing>
                <wp:inline distT="0" distB="0" distL="0" distR="0">
                  <wp:extent cx="1743075" cy="17335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4F6" w:rsidRDefault="001B74F6" w:rsidP="001B74F6">
            <w:r>
              <w:rPr>
                <w:color w:val="000000"/>
                <w:spacing w:val="3"/>
                <w:w w:val="105"/>
              </w:rPr>
              <w:t xml:space="preserve">b. Find the coordinates of the midpoint </w:t>
            </w:r>
            <w:r>
              <w:rPr>
                <w:i/>
                <w:color w:val="000000"/>
                <w:spacing w:val="3"/>
                <w:w w:val="105"/>
              </w:rPr>
              <w:t>M</w:t>
            </w:r>
            <w:r>
              <w:rPr>
                <w:color w:val="000000"/>
                <w:spacing w:val="3"/>
                <w:w w:val="105"/>
              </w:rPr>
              <w:t>.</w:t>
            </w:r>
          </w:p>
          <w:p w:rsidR="00F933C7" w:rsidRPr="00652548" w:rsidRDefault="00F933C7" w:rsidP="00F933C7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</w:tc>
      </w:tr>
      <w:tr w:rsidR="00F933C7">
        <w:tc>
          <w:tcPr>
            <w:tcW w:w="5508" w:type="dxa"/>
          </w:tcPr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3. Find the midpoint of the segment </w:t>
            </w:r>
            <w:r w:rsidRPr="00652548">
              <w:rPr>
                <w:rFonts w:ascii="Calibri" w:hAnsi="Calibri" w:cs="Cambria"/>
                <w:bCs/>
                <w:i/>
                <w:szCs w:val="20"/>
              </w:rPr>
              <w:t>QP</w:t>
            </w:r>
            <w:r w:rsidRPr="00652548">
              <w:rPr>
                <w:rFonts w:ascii="Calibri" w:hAnsi="Calibri" w:cs="Cambria"/>
                <w:bCs/>
                <w:szCs w:val="20"/>
              </w:rPr>
              <w:t xml:space="preserve">. </w:t>
            </w:r>
          </w:p>
          <w:p w:rsidR="00F933C7" w:rsidRPr="00652548" w:rsidRDefault="00A13687" w:rsidP="00F933C7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noProof/>
                <w:szCs w:val="20"/>
              </w:rPr>
              <w:drawing>
                <wp:anchor distT="0" distB="0" distL="114300" distR="114300" simplePos="0" relativeHeight="251657728" behindDoc="0" locked="0" layoutInCell="1" allowOverlap="1" wp14:anchorId="399AC499" wp14:editId="0174FDF9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154940</wp:posOffset>
                  </wp:positionV>
                  <wp:extent cx="1581150" cy="1571625"/>
                  <wp:effectExtent l="0" t="0" r="0" b="9525"/>
                  <wp:wrapTopAndBottom/>
                  <wp:docPr id="9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4. Points </w:t>
            </w:r>
            <w:r w:rsidRPr="00652548">
              <w:rPr>
                <w:rFonts w:ascii="Calibri" w:hAnsi="Calibri" w:cs="Cambria"/>
                <w:i/>
                <w:szCs w:val="20"/>
              </w:rPr>
              <w:t>W</w:t>
            </w:r>
            <w:r w:rsidRPr="00652548">
              <w:rPr>
                <w:rFonts w:ascii="Calibri" w:hAnsi="Calibri" w:cs="Cambria"/>
                <w:szCs w:val="20"/>
              </w:rPr>
              <w:t xml:space="preserve">, </w:t>
            </w:r>
            <w:r w:rsidRPr="00652548">
              <w:rPr>
                <w:rFonts w:ascii="Calibri" w:hAnsi="Calibri" w:cs="Cambria"/>
                <w:i/>
                <w:szCs w:val="20"/>
              </w:rPr>
              <w:t>X</w:t>
            </w:r>
            <w:r w:rsidRPr="00652548">
              <w:rPr>
                <w:rFonts w:ascii="Calibri" w:hAnsi="Calibri" w:cs="Cambria"/>
                <w:szCs w:val="20"/>
              </w:rPr>
              <w:t xml:space="preserve">, </w:t>
            </w:r>
            <w:r w:rsidRPr="00652548">
              <w:rPr>
                <w:rFonts w:ascii="Calibri" w:hAnsi="Calibri" w:cs="Cambria"/>
                <w:i/>
                <w:szCs w:val="20"/>
              </w:rPr>
              <w:t>Y</w:t>
            </w:r>
            <w:r w:rsidRPr="00652548">
              <w:rPr>
                <w:rFonts w:ascii="Calibri" w:hAnsi="Calibri" w:cs="Cambria"/>
                <w:szCs w:val="20"/>
              </w:rPr>
              <w:t xml:space="preserve">, and </w:t>
            </w:r>
            <w:r w:rsidRPr="00652548">
              <w:rPr>
                <w:rFonts w:ascii="Calibri" w:hAnsi="Calibri" w:cs="Cambria"/>
                <w:i/>
                <w:szCs w:val="20"/>
              </w:rPr>
              <w:t>Z</w:t>
            </w:r>
            <w:r w:rsidRPr="00652548">
              <w:rPr>
                <w:rFonts w:ascii="Calibri" w:hAnsi="Calibri" w:cs="Cambria"/>
                <w:szCs w:val="20"/>
              </w:rPr>
              <w:t xml:space="preserve"> are collinear. </w:t>
            </w:r>
            <w:r w:rsidRPr="00652548">
              <w:rPr>
                <w:rFonts w:ascii="Calibri" w:hAnsi="Calibri" w:cs="Cambria"/>
                <w:i/>
                <w:szCs w:val="20"/>
              </w:rPr>
              <w:t xml:space="preserve">WZ </w:t>
            </w:r>
            <w:r w:rsidRPr="00652548">
              <w:rPr>
                <w:rFonts w:ascii="Calibri" w:hAnsi="Calibri" w:cs="Cambria"/>
                <w:szCs w:val="20"/>
              </w:rPr>
              <w:t xml:space="preserve">= 40, </w:t>
            </w:r>
            <w:r w:rsidRPr="00652548">
              <w:rPr>
                <w:rFonts w:ascii="Calibri" w:hAnsi="Calibri" w:cs="Cambria"/>
                <w:i/>
                <w:szCs w:val="20"/>
              </w:rPr>
              <w:t>XZ</w:t>
            </w:r>
            <w:r w:rsidRPr="00652548">
              <w:rPr>
                <w:rFonts w:ascii="Calibri" w:hAnsi="Calibri" w:cs="Cambria"/>
                <w:szCs w:val="20"/>
              </w:rPr>
              <w:t xml:space="preserve"> = 18, and </w:t>
            </w:r>
            <w:r w:rsidRPr="00652548">
              <w:rPr>
                <w:rFonts w:ascii="Calibri" w:hAnsi="Calibri" w:cs="Cambria"/>
                <w:i/>
                <w:szCs w:val="20"/>
              </w:rPr>
              <w:t>Y</w:t>
            </w:r>
            <w:r w:rsidRPr="00652548">
              <w:rPr>
                <w:rFonts w:ascii="Calibri" w:hAnsi="Calibri" w:cs="Cambria"/>
                <w:szCs w:val="20"/>
              </w:rPr>
              <w:t xml:space="preserve"> is the midpoint of </w:t>
            </w:r>
            <w:r w:rsidRPr="00652548">
              <w:rPr>
                <w:rFonts w:ascii="Calibri" w:hAnsi="Calibri" w:cs="Cambria"/>
                <w:i/>
                <w:szCs w:val="20"/>
              </w:rPr>
              <w:t xml:space="preserve">XZ. </w:t>
            </w:r>
            <w:r w:rsidRPr="00652548">
              <w:rPr>
                <w:rFonts w:ascii="Calibri" w:hAnsi="Calibri" w:cs="Cambria"/>
                <w:szCs w:val="20"/>
              </w:rPr>
              <w:t xml:space="preserve">What is the length of </w:t>
            </w:r>
            <w:r w:rsidRPr="00652548">
              <w:rPr>
                <w:rFonts w:ascii="Calibri" w:hAnsi="Calibri" w:cs="Cambria"/>
                <w:i/>
                <w:szCs w:val="20"/>
              </w:rPr>
              <w:t>XY</w:t>
            </w:r>
            <w:r w:rsidRPr="00652548">
              <w:rPr>
                <w:rFonts w:ascii="Calibri" w:hAnsi="Calibri" w:cs="Cambria"/>
                <w:szCs w:val="20"/>
              </w:rPr>
              <w:t xml:space="preserve">? </w:t>
            </w: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A13687" w:rsidP="00F933C7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78105</wp:posOffset>
                      </wp:positionV>
                      <wp:extent cx="82550" cy="69850"/>
                      <wp:effectExtent l="13970" t="16510" r="17780" b="18415"/>
                      <wp:wrapNone/>
                      <wp:docPr id="7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B36A1F" id="Oval 9" o:spid="_x0000_s1026" style="position:absolute;margin-left:171.95pt;margin-top:6.15pt;width:6.5pt;height:5.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" fillcolor="black" strokeweight="2pt"/>
                  </w:pict>
                </mc:Fallback>
              </mc:AlternateContent>
            </w: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66040</wp:posOffset>
                      </wp:positionV>
                      <wp:extent cx="82550" cy="69850"/>
                      <wp:effectExtent l="20320" t="13970" r="20955" b="20955"/>
                      <wp:wrapNone/>
                      <wp:docPr id="6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A297D9" id="Oval 2" o:spid="_x0000_s1026" style="position:absolute;margin-left:127.45pt;margin-top:5.2pt;width:6.5pt;height:5.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" fillcolor="black" strokeweight="2pt"/>
                  </w:pict>
                </mc:Fallback>
              </mc:AlternateContent>
            </w: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85090</wp:posOffset>
                      </wp:positionV>
                      <wp:extent cx="82550" cy="69850"/>
                      <wp:effectExtent l="17145" t="13970" r="14605" b="20955"/>
                      <wp:wrapNone/>
                      <wp:docPr id="5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371885" id="Oval 3" o:spid="_x0000_s1026" style="position:absolute;margin-left:213.45pt;margin-top:6.7pt;width:6.5pt;height:5.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" fillcolor="black" strokeweight="2pt"/>
                  </w:pict>
                </mc:Fallback>
              </mc:AlternateContent>
            </w: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71755</wp:posOffset>
                      </wp:positionV>
                      <wp:extent cx="82550" cy="69850"/>
                      <wp:effectExtent l="12700" t="19685" r="19050" b="15240"/>
                      <wp:wrapNone/>
                      <wp:docPr id="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881A8D" id="Oval 10" o:spid="_x0000_s1026" style="position:absolute;margin-left:8.35pt;margin-top:5.65pt;width:6.5pt;height:5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" fillcolor="black" strokeweight="2pt"/>
                  </w:pict>
                </mc:Fallback>
              </mc:AlternateContent>
            </w: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119380</wp:posOffset>
                      </wp:positionV>
                      <wp:extent cx="2576195" cy="0"/>
                      <wp:effectExtent l="13335" t="10160" r="10795" b="8890"/>
                      <wp:wrapNone/>
                      <wp:docPr id="3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61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EA3DC3" id="Straight Connector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"/>
                  </w:pict>
                </mc:Fallback>
              </mc:AlternateContent>
            </w: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  W                                         X                Y             Z                                                                  </w:t>
            </w: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</w:tc>
      </w:tr>
      <w:tr w:rsidR="00F933C7">
        <w:tc>
          <w:tcPr>
            <w:tcW w:w="5508" w:type="dxa"/>
          </w:tcPr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5.  Find the indicated length.</w:t>
            </w:r>
          </w:p>
          <w:p w:rsidR="00F933C7" w:rsidRPr="00652548" w:rsidRDefault="00A13687" w:rsidP="00F93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noProof/>
                <w:szCs w:val="20"/>
              </w:rPr>
              <w:drawing>
                <wp:inline distT="0" distB="0" distL="0" distR="0">
                  <wp:extent cx="2628900" cy="685800"/>
                  <wp:effectExtent l="0" t="0" r="0" b="0"/>
                  <wp:docPr id="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</w:p>
          <w:p w:rsidR="00F933C7" w:rsidRPr="001B74F6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a. DE</w:t>
            </w:r>
          </w:p>
          <w:p w:rsidR="00F933C7" w:rsidRPr="001B74F6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b. AB</w:t>
            </w:r>
          </w:p>
          <w:p w:rsidR="00F933C7" w:rsidRPr="001B74F6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c. AC</w:t>
            </w:r>
          </w:p>
          <w:p w:rsidR="00F933C7" w:rsidRPr="001B74F6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d. BD</w:t>
            </w:r>
          </w:p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e. CE</w:t>
            </w:r>
          </w:p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f. BE</w:t>
            </w:r>
          </w:p>
        </w:tc>
        <w:tc>
          <w:tcPr>
            <w:tcW w:w="5508" w:type="dxa"/>
          </w:tcPr>
          <w:p w:rsidR="00F933C7" w:rsidRPr="00652548" w:rsidRDefault="00F933C7" w:rsidP="00F933C7">
            <w:pPr>
              <w:rPr>
                <w:rFonts w:ascii="Calibri" w:hAnsi="Calibri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6. </w:t>
            </w:r>
            <w:r w:rsidRPr="00652548">
              <w:rPr>
                <w:rFonts w:ascii="Calibri" w:hAnsi="Calibri"/>
              </w:rPr>
              <w:t xml:space="preserve">On a number line, point Q is located at 10, point R is located at -5, and point S is located at -13.  </w:t>
            </w:r>
          </w:p>
          <w:p w:rsidR="00F933C7" w:rsidRPr="00652548" w:rsidRDefault="00F933C7" w:rsidP="00F933C7">
            <w:pPr>
              <w:rPr>
                <w:rFonts w:ascii="Calibri" w:hAnsi="Calibri" w:cs="Calibri"/>
              </w:rPr>
            </w:pPr>
          </w:p>
          <w:p w:rsidR="00F933C7" w:rsidRPr="00652548" w:rsidRDefault="00F933C7" w:rsidP="00D03C61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>Draw a number line.</w:t>
            </w:r>
          </w:p>
          <w:p w:rsidR="00F933C7" w:rsidRPr="00652548" w:rsidRDefault="00F933C7" w:rsidP="00F933C7">
            <w:p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br/>
            </w:r>
          </w:p>
          <w:p w:rsidR="00F933C7" w:rsidRPr="00652548" w:rsidRDefault="00982E24" w:rsidP="00D03C61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length of QS.</w:t>
            </w:r>
            <w:r>
              <w:rPr>
                <w:rFonts w:ascii="Calibri" w:hAnsi="Calibri"/>
              </w:rPr>
              <w:br/>
            </w:r>
            <w:r>
              <w:rPr>
                <w:rFonts w:ascii="Calibri" w:hAnsi="Calibri"/>
              </w:rPr>
              <w:br/>
            </w:r>
          </w:p>
          <w:p w:rsidR="00F933C7" w:rsidRDefault="00F933C7" w:rsidP="00D03C61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 xml:space="preserve">Find the length of RS. </w:t>
            </w:r>
          </w:p>
          <w:p w:rsidR="00F933C7" w:rsidRPr="00652548" w:rsidRDefault="00982E24" w:rsidP="00F933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</w:p>
          <w:p w:rsidR="00F933C7" w:rsidRPr="00982E24" w:rsidRDefault="00F933C7" w:rsidP="00F933C7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>How much longer is Segment QS than RS?</w:t>
            </w:r>
          </w:p>
        </w:tc>
      </w:tr>
    </w:tbl>
    <w:p w:rsidR="00F933C7" w:rsidRDefault="00F933C7" w:rsidP="00F933C7">
      <w:pPr>
        <w:rPr>
          <w:rFonts w:ascii="Calibri" w:hAnsi="Calibri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F933C7" w:rsidRPr="00642FD5"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7. </w:t>
            </w:r>
            <w:r w:rsidRPr="00642FD5">
              <w:rPr>
                <w:rFonts w:ascii="Calibri" w:hAnsi="Calibri"/>
              </w:rPr>
              <w:t xml:space="preserve">Given the two points </w:t>
            </w:r>
            <w:r w:rsidRPr="00642FD5">
              <w:rPr>
                <w:rFonts w:ascii="Calibri" w:hAnsi="Calibri" w:cs="Calibri"/>
              </w:rPr>
              <w:t>(- 2, - 1) and (4, 5),</w:t>
            </w:r>
            <w:r w:rsidRPr="00642FD5">
              <w:rPr>
                <w:rFonts w:ascii="Calibri" w:hAnsi="Calibri"/>
              </w:rPr>
              <w:t xml:space="preserve"> calculate the slope of the line.</w:t>
            </w:r>
          </w:p>
          <w:p w:rsidR="00F933C7" w:rsidRPr="00642FD5" w:rsidRDefault="00F933C7" w:rsidP="00F933C7">
            <w:pPr>
              <w:rPr>
                <w:rFonts w:ascii="Calibri" w:hAnsi="Calibri"/>
              </w:rPr>
            </w:pPr>
          </w:p>
          <w:p w:rsidR="00F933C7" w:rsidRPr="00642FD5" w:rsidRDefault="00F933C7" w:rsidP="00F933C7">
            <w:pPr>
              <w:rPr>
                <w:rFonts w:ascii="Calibri" w:hAnsi="Calibri" w:cs="Calibri"/>
                <w:bCs/>
              </w:rPr>
            </w:pPr>
          </w:p>
          <w:p w:rsidR="00F933C7" w:rsidRPr="00642FD5" w:rsidRDefault="00F933C7" w:rsidP="00F933C7">
            <w:pPr>
              <w:rPr>
                <w:rFonts w:ascii="Calibri" w:hAnsi="Calibri" w:cs="Calibri"/>
                <w:bCs/>
              </w:rPr>
            </w:pPr>
          </w:p>
          <w:p w:rsidR="00F933C7" w:rsidRPr="00642FD5" w:rsidRDefault="00F933C7" w:rsidP="00F933C7">
            <w:pPr>
              <w:rPr>
                <w:rFonts w:ascii="Calibri" w:hAnsi="Calibri" w:cs="Calibri"/>
                <w:bCs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8. </w:t>
            </w:r>
            <w:r w:rsidRPr="00642FD5">
              <w:rPr>
                <w:rFonts w:ascii="Calibri" w:hAnsi="Calibri" w:cs="Calibri"/>
              </w:rPr>
              <w:t>Find the slope from these two points:</w:t>
            </w:r>
          </w:p>
          <w:p w:rsidR="00F933C7" w:rsidRPr="00642FD5" w:rsidRDefault="00F933C7" w:rsidP="00F933C7">
            <w:pPr>
              <w:rPr>
                <w:rFonts w:ascii="Calibri" w:hAnsi="Calibri" w:cs="Calibri"/>
              </w:rPr>
            </w:pPr>
          </w:p>
          <w:p w:rsidR="00F933C7" w:rsidRPr="00642FD5" w:rsidRDefault="00A13687" w:rsidP="00F933C7">
            <w:pPr>
              <w:rPr>
                <w:rFonts w:ascii="Calibri" w:hAnsi="Calibri" w:cs="Calibri"/>
              </w:rPr>
            </w:pPr>
            <w:r w:rsidRPr="00642FD5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657475" cy="476250"/>
                  <wp:effectExtent l="0" t="0" r="9525" b="0"/>
                  <wp:docPr id="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</w:tc>
      </w:tr>
      <w:tr w:rsidR="00F933C7" w:rsidRPr="00642FD5"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9. </w:t>
            </w:r>
            <w:r w:rsidRPr="00642FD5">
              <w:rPr>
                <w:rFonts w:ascii="Calibri" w:hAnsi="Calibri"/>
                <w:szCs w:val="20"/>
              </w:rPr>
              <w:t xml:space="preserve">What is the slope of </w:t>
            </w:r>
            <w:r w:rsidRPr="00642FD5">
              <w:rPr>
                <w:rFonts w:ascii="Calibri" w:hAnsi="Calibri"/>
                <w:position w:val="-4"/>
                <w:szCs w:val="20"/>
              </w:rPr>
              <w:object w:dxaOrig="4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18pt" o:ole="">
                  <v:imagedata r:id="rId11" o:title=""/>
                </v:shape>
                <o:OLEObject Type="Embed" ProgID="Equation.3" ShapeID="_x0000_i1025" DrawAspect="Content" ObjectID="_1473435080" r:id="rId12"/>
              </w:object>
            </w:r>
            <w:r w:rsidRPr="00642FD5">
              <w:rPr>
                <w:rFonts w:ascii="Calibri" w:hAnsi="Calibri"/>
                <w:szCs w:val="20"/>
              </w:rPr>
              <w:t xml:space="preserve"> if </w:t>
            </w:r>
            <w:proofErr w:type="gramStart"/>
            <w:r w:rsidRPr="00642FD5">
              <w:rPr>
                <w:rFonts w:ascii="Calibri" w:hAnsi="Calibri"/>
                <w:szCs w:val="20"/>
              </w:rPr>
              <w:t>A(</w:t>
            </w:r>
            <w:proofErr w:type="gramEnd"/>
            <w:r w:rsidRPr="00642FD5">
              <w:rPr>
                <w:rFonts w:ascii="Calibri" w:hAnsi="Calibri"/>
                <w:szCs w:val="20"/>
              </w:rPr>
              <w:t>0, -2) and B(2, -2)?</w:t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/>
                <w:i/>
                <w:szCs w:val="20"/>
              </w:rPr>
              <w:t>Is this a line or a line segment? __________________</w:t>
            </w:r>
          </w:p>
        </w:tc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10. </w:t>
            </w:r>
            <w:r w:rsidRPr="00642FD5">
              <w:rPr>
                <w:rFonts w:ascii="Calibri" w:hAnsi="Calibri" w:cs="Calibri"/>
              </w:rPr>
              <w:t xml:space="preserve">What is the slope of </w:t>
            </w:r>
            <w:r w:rsidRPr="00642FD5">
              <w:rPr>
                <w:rFonts w:ascii="Calibri" w:hAnsi="Calibri"/>
                <w:position w:val="-6"/>
                <w:szCs w:val="20"/>
              </w:rPr>
              <w:object w:dxaOrig="400" w:dyaOrig="340">
                <v:shape id="_x0000_i1026" type="#_x0000_t75" style="width:20.25pt;height:17.25pt" o:ole="">
                  <v:imagedata r:id="rId13" o:title=""/>
                </v:shape>
                <o:OLEObject Type="Embed" ProgID="Equation.3" ShapeID="_x0000_i1026" DrawAspect="Content" ObjectID="_1473435081" r:id="rId14"/>
              </w:object>
            </w:r>
            <w:r w:rsidRPr="00642FD5">
              <w:rPr>
                <w:rFonts w:ascii="Calibri" w:hAnsi="Calibri" w:cs="Calibri"/>
              </w:rPr>
              <w:t xml:space="preserve"> if  C(5, - 4) and </w:t>
            </w:r>
          </w:p>
          <w:p w:rsidR="00F933C7" w:rsidRPr="00642FD5" w:rsidRDefault="00F933C7" w:rsidP="00F933C7">
            <w:pPr>
              <w:rPr>
                <w:rFonts w:ascii="Calibri" w:hAnsi="Calibri" w:cs="Calibri"/>
              </w:rPr>
            </w:pPr>
            <w:proofErr w:type="gramStart"/>
            <w:r w:rsidRPr="00642FD5">
              <w:rPr>
                <w:rFonts w:ascii="Calibri" w:hAnsi="Calibri" w:cs="Calibri"/>
              </w:rPr>
              <w:t>D(</w:t>
            </w:r>
            <w:proofErr w:type="gramEnd"/>
            <w:r w:rsidRPr="00642FD5">
              <w:rPr>
                <w:rFonts w:ascii="Calibri" w:hAnsi="Calibri" w:cs="Calibri"/>
              </w:rPr>
              <w:t xml:space="preserve"> 5, 2)?</w:t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/>
                <w:i/>
                <w:szCs w:val="20"/>
              </w:rPr>
              <w:t>Is this a line or a line segment</w:t>
            </w:r>
            <w:proofErr w:type="gramStart"/>
            <w:r w:rsidRPr="00642FD5">
              <w:rPr>
                <w:rFonts w:ascii="Calibri" w:hAnsi="Calibri"/>
                <w:i/>
                <w:szCs w:val="20"/>
              </w:rPr>
              <w:t>?_</w:t>
            </w:r>
            <w:proofErr w:type="gramEnd"/>
            <w:r w:rsidRPr="00642FD5">
              <w:rPr>
                <w:rFonts w:ascii="Calibri" w:hAnsi="Calibri"/>
                <w:i/>
                <w:szCs w:val="20"/>
              </w:rPr>
              <w:t>__________________</w:t>
            </w:r>
          </w:p>
        </w:tc>
      </w:tr>
      <w:tr w:rsidR="00F933C7" w:rsidRPr="00642FD5"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11. </w:t>
            </w:r>
            <w:r w:rsidRPr="00642FD5">
              <w:rPr>
                <w:rFonts w:ascii="Calibri" w:hAnsi="Calibri" w:cs="Calibri"/>
                <w:noProof/>
              </w:rPr>
              <w:t>Write an equation to represent the graph below.</w:t>
            </w:r>
          </w:p>
          <w:p w:rsidR="00F933C7" w:rsidRDefault="00A13687" w:rsidP="00F933C7">
            <w:pPr>
              <w:rPr>
                <w:noProof/>
              </w:rPr>
            </w:pPr>
            <w:r w:rsidRPr="000002BC">
              <w:rPr>
                <w:noProof/>
              </w:rPr>
              <w:drawing>
                <wp:inline distT="0" distB="0" distL="0" distR="0">
                  <wp:extent cx="3667125" cy="2257425"/>
                  <wp:effectExtent l="0" t="0" r="9525" b="9525"/>
                  <wp:docPr id="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 w:cs="Calibri"/>
                <w:noProof/>
              </w:rPr>
              <w:t>Y-Int: ___ / Slope: ___ / Equation: ___________</w:t>
            </w:r>
          </w:p>
        </w:tc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12. </w:t>
            </w:r>
            <w:r w:rsidRPr="00642FD5">
              <w:rPr>
                <w:rFonts w:ascii="Calibri" w:hAnsi="Calibri" w:cs="Calibri"/>
                <w:noProof/>
              </w:rPr>
              <w:t>Write an equation to represent the graph below.</w:t>
            </w:r>
          </w:p>
          <w:p w:rsidR="00F933C7" w:rsidRDefault="00A13687" w:rsidP="00F933C7">
            <w:pPr>
              <w:rPr>
                <w:noProof/>
              </w:rPr>
            </w:pPr>
            <w:r w:rsidRPr="000002BC">
              <w:rPr>
                <w:noProof/>
              </w:rPr>
              <w:drawing>
                <wp:inline distT="0" distB="0" distL="0" distR="0">
                  <wp:extent cx="3667125" cy="2257425"/>
                  <wp:effectExtent l="0" t="0" r="9525" b="9525"/>
                  <wp:docPr id="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 w:cs="Calibri"/>
                <w:noProof/>
              </w:rPr>
              <w:t>Y-Int: ___ / Slope: ___ / Equation: ___________</w:t>
            </w:r>
          </w:p>
        </w:tc>
      </w:tr>
    </w:tbl>
    <w:p w:rsidR="00F933C7" w:rsidRDefault="00F933C7" w:rsidP="00F933C7">
      <w:pPr>
        <w:rPr>
          <w:rFonts w:ascii="Cambria" w:hAnsi="Cambria"/>
        </w:rPr>
      </w:pPr>
    </w:p>
    <w:sectPr w:rsidR="00F933C7" w:rsidSect="00F933C7">
      <w:footerReference w:type="default" r:id="rId17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4F9" w:rsidRDefault="00E914F9">
      <w:r>
        <w:separator/>
      </w:r>
    </w:p>
  </w:endnote>
  <w:endnote w:type="continuationSeparator" w:id="0">
    <w:p w:rsidR="00E914F9" w:rsidRDefault="00E9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3C7" w:rsidRPr="00673D6A" w:rsidRDefault="00A13687" w:rsidP="00673D6A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-526415</wp:posOffset>
          </wp:positionV>
          <wp:extent cx="1762125" cy="347345"/>
          <wp:effectExtent l="0" t="0" r="9525" b="0"/>
          <wp:wrapSquare wrapText="bothSides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4F9" w:rsidRDefault="00E914F9">
      <w:r>
        <w:separator/>
      </w:r>
    </w:p>
  </w:footnote>
  <w:footnote w:type="continuationSeparator" w:id="0">
    <w:p w:rsidR="00E914F9" w:rsidRDefault="00E9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C0316"/>
    <w:rsid w:val="000F0414"/>
    <w:rsid w:val="001B74F6"/>
    <w:rsid w:val="002067E9"/>
    <w:rsid w:val="00262AD8"/>
    <w:rsid w:val="0041650C"/>
    <w:rsid w:val="00445055"/>
    <w:rsid w:val="004740D0"/>
    <w:rsid w:val="004E5F43"/>
    <w:rsid w:val="004F4694"/>
    <w:rsid w:val="005623C1"/>
    <w:rsid w:val="00625A93"/>
    <w:rsid w:val="00673D6A"/>
    <w:rsid w:val="006D028B"/>
    <w:rsid w:val="00774CAB"/>
    <w:rsid w:val="00954F79"/>
    <w:rsid w:val="00971CD1"/>
    <w:rsid w:val="00982E24"/>
    <w:rsid w:val="00A13687"/>
    <w:rsid w:val="00AA0A45"/>
    <w:rsid w:val="00BB18BA"/>
    <w:rsid w:val="00BF5F92"/>
    <w:rsid w:val="00C00D5F"/>
    <w:rsid w:val="00C2093E"/>
    <w:rsid w:val="00CA6411"/>
    <w:rsid w:val="00D03C61"/>
    <w:rsid w:val="00DF1BD2"/>
    <w:rsid w:val="00E7064B"/>
    <w:rsid w:val="00E914F9"/>
    <w:rsid w:val="00EF492D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565EAB-7FF0-425C-B24D-7227885C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MediumList2-Accent41">
    <w:name w:val="Medium List 2 - Accent 4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olorfulShading-Accent31">
    <w:name w:val="Colorful Shading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MediumGrid1-Accent22">
    <w:name w:val="Medium Grid 1 - Accent 22"/>
    <w:basedOn w:val="Normal"/>
    <w:uiPriority w:val="34"/>
    <w:qFormat/>
    <w:rsid w:val="00741C52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5E4E7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6</cp:revision>
  <cp:lastPrinted>2012-09-04T22:37:00Z</cp:lastPrinted>
  <dcterms:created xsi:type="dcterms:W3CDTF">2014-09-21T23:09:00Z</dcterms:created>
  <dcterms:modified xsi:type="dcterms:W3CDTF">2014-09-28T23:42:00Z</dcterms:modified>
</cp:coreProperties>
</file>